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6378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6378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6378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6378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263784">
      <w:rPr>
        <w:i/>
        <w:szCs w:val="24"/>
      </w:rPr>
      <w:t>10022590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63784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323B1CD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F5B7-2C5C-4C1C-8956-383B832E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2021-11-25T09:42:00Z</dcterms:created>
  <dcterms:modified xsi:type="dcterms:W3CDTF">2021-11-25T09:42:00Z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